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F225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F225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4E3191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F2258" w:rsidP="00E3616F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VZ43</w:t>
            </w:r>
            <w:r w:rsidR="00E3616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Zajištění komplexních marketingových a reklamních služeb pro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4E3191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4E3191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225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4E3191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F22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4E3191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22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4E3191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22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4E319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F225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E3191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F22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F22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D44239" w:rsidRDefault="00D44239" w:rsidP="00E3616F">
      <w:pPr>
        <w:jc w:val="both"/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>
        <w:rPr>
          <w:rFonts w:ascii="Arial" w:hAnsi="Arial" w:cs="Arial"/>
          <w:sz w:val="20"/>
          <w:szCs w:val="20"/>
          <w:highlight w:val="yellow"/>
        </w:rPr>
        <w:t>YYYY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E3616F" w:rsidRPr="00447B8F" w:rsidRDefault="00E3616F" w:rsidP="00E3616F">
      <w:pPr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sz w:val="20"/>
          <w:szCs w:val="20"/>
        </w:rPr>
        <w:sectPr w:rsidR="00E3616F" w:rsidRPr="00447B8F" w:rsidSect="00E3616F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E3616F" w:rsidRDefault="00E3616F" w:rsidP="00E3616F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>, a to tím způsobem, že uvádí:</w:t>
      </w:r>
    </w:p>
    <w:p w:rsidR="00E3616F" w:rsidRDefault="00E3616F" w:rsidP="00E3616F">
      <w:pPr>
        <w:jc w:val="both"/>
        <w:rPr>
          <w:rFonts w:ascii="Arial" w:hAnsi="Arial" w:cs="Arial"/>
          <w:sz w:val="20"/>
          <w:szCs w:val="20"/>
        </w:rPr>
      </w:pPr>
    </w:p>
    <w:p w:rsidR="00E3616F" w:rsidRPr="00827237" w:rsidRDefault="00E3616F" w:rsidP="00E3616F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827237">
        <w:rPr>
          <w:rFonts w:ascii="Arial" w:hAnsi="Arial" w:cs="Arial"/>
          <w:sz w:val="20"/>
          <w:szCs w:val="20"/>
        </w:rPr>
        <w:t xml:space="preserve">v rámci </w:t>
      </w:r>
      <w:r w:rsidRPr="00827237">
        <w:rPr>
          <w:rFonts w:ascii="Arial" w:hAnsi="Arial" w:cs="Arial"/>
          <w:b/>
          <w:sz w:val="20"/>
          <w:szCs w:val="20"/>
        </w:rPr>
        <w:t>odst. 1 Seznam významných služeb</w:t>
      </w:r>
      <w:r w:rsidRPr="00827237">
        <w:rPr>
          <w:rFonts w:ascii="Arial" w:hAnsi="Arial" w:cs="Arial"/>
          <w:sz w:val="20"/>
          <w:szCs w:val="20"/>
        </w:rPr>
        <w:t xml:space="preserve"> výše zmíněné části zadávací dokumentace </w:t>
      </w:r>
      <w:r w:rsidRPr="00827237">
        <w:rPr>
          <w:rFonts w:ascii="Arial" w:hAnsi="Arial" w:cs="Arial"/>
          <w:b/>
          <w:sz w:val="20"/>
          <w:szCs w:val="20"/>
        </w:rPr>
        <w:t>seznam dodávek realizovaných</w:t>
      </w:r>
      <w:r w:rsidRPr="00827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pravidel uvedených v zadávací </w:t>
      </w:r>
      <w:r w:rsidRPr="00827237">
        <w:rPr>
          <w:rFonts w:ascii="Arial" w:hAnsi="Arial" w:cs="Arial"/>
          <w:sz w:val="20"/>
          <w:szCs w:val="20"/>
        </w:rPr>
        <w:t>včetně uvedení finančního objemu, doby jejich poskytnutí, rozsahu a identifikace jejich objednatele</w:t>
      </w:r>
      <w:r>
        <w:rPr>
          <w:rFonts w:ascii="Arial" w:hAnsi="Arial" w:cs="Arial"/>
          <w:sz w:val="20"/>
          <w:szCs w:val="20"/>
        </w:rPr>
        <w:t>;</w:t>
      </w: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Pr="00827237" w:rsidRDefault="00E3616F" w:rsidP="00E3616F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827237">
        <w:rPr>
          <w:rFonts w:ascii="Arial" w:hAnsi="Arial" w:cs="Arial"/>
          <w:sz w:val="20"/>
          <w:szCs w:val="20"/>
        </w:rPr>
        <w:t xml:space="preserve">v rámci </w:t>
      </w:r>
      <w:r w:rsidRPr="00827237">
        <w:rPr>
          <w:rFonts w:ascii="Arial" w:hAnsi="Arial" w:cs="Arial"/>
          <w:b/>
          <w:sz w:val="20"/>
          <w:szCs w:val="20"/>
        </w:rPr>
        <w:t>od</w:t>
      </w:r>
      <w:r>
        <w:rPr>
          <w:rFonts w:ascii="Arial" w:hAnsi="Arial" w:cs="Arial"/>
          <w:b/>
          <w:sz w:val="20"/>
          <w:szCs w:val="20"/>
        </w:rPr>
        <w:t>st. 2</w:t>
      </w:r>
      <w:r w:rsidRPr="00827237">
        <w:rPr>
          <w:rFonts w:ascii="Arial" w:hAnsi="Arial" w:cs="Arial"/>
          <w:b/>
          <w:sz w:val="20"/>
          <w:szCs w:val="20"/>
        </w:rPr>
        <w:t xml:space="preserve"> Seznam </w:t>
      </w:r>
      <w:r>
        <w:rPr>
          <w:rFonts w:ascii="Arial" w:hAnsi="Arial" w:cs="Arial"/>
          <w:b/>
          <w:sz w:val="20"/>
          <w:szCs w:val="20"/>
        </w:rPr>
        <w:t>techniků nebo technických útvarů</w:t>
      </w:r>
      <w:r w:rsidRPr="00827237">
        <w:rPr>
          <w:rFonts w:ascii="Arial" w:hAnsi="Arial" w:cs="Arial"/>
          <w:sz w:val="20"/>
          <w:szCs w:val="20"/>
        </w:rPr>
        <w:t xml:space="preserve"> výše zmíněné části zadávací dokumentace </w:t>
      </w:r>
      <w:r w:rsidRPr="00827237">
        <w:rPr>
          <w:rFonts w:ascii="Arial" w:hAnsi="Arial" w:cs="Arial"/>
          <w:b/>
          <w:sz w:val="20"/>
          <w:szCs w:val="20"/>
        </w:rPr>
        <w:t xml:space="preserve">seznam </w:t>
      </w:r>
      <w:r>
        <w:rPr>
          <w:rFonts w:ascii="Arial" w:hAnsi="Arial" w:cs="Arial"/>
          <w:b/>
          <w:sz w:val="20"/>
          <w:szCs w:val="20"/>
        </w:rPr>
        <w:t>členů realizačního týmu</w:t>
      </w:r>
      <w:r w:rsidRPr="00827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pravidel uvedených v zadávací </w:t>
      </w:r>
      <w:r w:rsidRPr="00827237">
        <w:rPr>
          <w:rFonts w:ascii="Arial" w:hAnsi="Arial" w:cs="Arial"/>
          <w:sz w:val="20"/>
          <w:szCs w:val="20"/>
        </w:rPr>
        <w:t>včetně uvedení</w:t>
      </w:r>
      <w:r>
        <w:rPr>
          <w:rFonts w:ascii="Arial" w:hAnsi="Arial" w:cs="Arial"/>
          <w:sz w:val="20"/>
          <w:szCs w:val="20"/>
        </w:rPr>
        <w:t xml:space="preserve"> jména, délky praxe v oboru reklamy nebo marketingu a zkušeností na jejich dané pozici.</w:t>
      </w: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Seznam referenčních zakázek</w:t>
      </w:r>
    </w:p>
    <w:p w:rsidR="00E3616F" w:rsidRPr="00581568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14FDA">
        <w:rPr>
          <w:rFonts w:ascii="Arial" w:hAnsi="Arial" w:cs="Arial"/>
          <w:b/>
          <w:sz w:val="20"/>
          <w:szCs w:val="20"/>
          <w:u w:val="single"/>
        </w:rPr>
        <w:t>Projekt nebo kontinuální spolupráce v délce trvání min. 1 rok (min. 5.000.000,- Kč bez DPH</w:t>
      </w:r>
      <w:r>
        <w:rPr>
          <w:rFonts w:ascii="Arial" w:hAnsi="Arial" w:cs="Arial"/>
          <w:b/>
          <w:sz w:val="20"/>
          <w:szCs w:val="20"/>
          <w:u w:val="single"/>
        </w:rPr>
        <w:t xml:space="preserve"> za každou referenční zakázku</w:t>
      </w:r>
      <w:r w:rsidRPr="00114FDA">
        <w:rPr>
          <w:rFonts w:ascii="Arial" w:hAnsi="Arial" w:cs="Arial"/>
          <w:b/>
          <w:sz w:val="20"/>
          <w:szCs w:val="20"/>
          <w:u w:val="single"/>
        </w:rPr>
        <w:t>)</w:t>
      </w:r>
    </w:p>
    <w:p w:rsidR="00E3616F" w:rsidRPr="00114FDA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p w:rsidR="00E3616F" w:rsidRDefault="00E3616F" w:rsidP="00E3616F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Sestavení vizuální podoby kampaně na základě existujících pravidel (CI manuál; min. 500.000,- Kč bez DPH za každou referenční zakázku)</w:t>
      </w: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Kompletní zajištění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eventu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na území hl. města Prahy (min. 400.000,- Kč bez DPH za referenční zakázku)</w:t>
      </w:r>
    </w:p>
    <w:p w:rsidR="00E3616F" w:rsidRPr="00FC26E4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Typ kampaně/akce/charakter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Návštěvnost v Praze 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Kompletní zajištění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eventu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v krajském městě či kraji (min. 200.000,- Kč bez DPH za každou referenční zakázku)</w:t>
      </w:r>
    </w:p>
    <w:p w:rsidR="00E3616F" w:rsidRPr="00FC26E4" w:rsidRDefault="00E3616F" w:rsidP="00E3616F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Typ kampaně/akce/charakter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Krajské město či kraj, ve kterém byla kampaň/akce/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Návštěvnost v krajském městě či kraji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Typ kampaně/akce/charakter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Krajské město či kraj, ve kterém byla kampaň/akce/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Návštěvnost v krajském městě či kraji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3616F" w:rsidRDefault="00E3616F" w:rsidP="00E3616F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Seznam členů realizačního týmu</w:t>
      </w: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Strategic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plannner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 </w:t>
      </w:r>
      <w:proofErr w:type="spellStart"/>
      <w:r>
        <w:rPr>
          <w:rFonts w:ascii="Arial" w:hAnsi="Arial" w:cs="Arial"/>
          <w:sz w:val="20"/>
          <w:szCs w:val="20"/>
        </w:rPr>
        <w:t>Director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Production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manager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sz w:val="20"/>
          <w:szCs w:val="20"/>
        </w:rPr>
        <w:t>event</w:t>
      </w:r>
      <w:proofErr w:type="spellEnd"/>
      <w:r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E3616F" w:rsidRPr="00447B8F" w:rsidRDefault="00E3616F" w:rsidP="00E3616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3616F" w:rsidRPr="00447B8F" w:rsidTr="00E543C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3616F" w:rsidRPr="00447B8F" w:rsidTr="00E543C4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:rsidR="00E3616F" w:rsidRPr="00D64302" w:rsidRDefault="00E3616F" w:rsidP="00E543C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3616F" w:rsidRPr="00447B8F" w:rsidRDefault="00E3616F" w:rsidP="00E543C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Default="00E3616F" w:rsidP="00E3616F">
      <w:pPr>
        <w:rPr>
          <w:rFonts w:ascii="Arial" w:hAnsi="Arial" w:cs="Arial"/>
          <w:color w:val="FF0000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E3616F" w:rsidRDefault="00E3616F" w:rsidP="00E3616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proofErr w:type="gramStart"/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</w:t>
      </w:r>
      <w:r w:rsidRPr="006961FC">
        <w:rPr>
          <w:rFonts w:ascii="Arial" w:hAnsi="Arial" w:cs="Arial"/>
          <w:sz w:val="20"/>
          <w:szCs w:val="20"/>
          <w:highlight w:val="yellow"/>
        </w:rPr>
        <w:t>dne DD. MM. YYYY</w:t>
      </w:r>
    </w:p>
    <w:p w:rsidR="00E3616F" w:rsidRDefault="00E3616F" w:rsidP="00E3616F">
      <w:pPr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p w:rsidR="00E3616F" w:rsidRPr="00447B8F" w:rsidRDefault="00E3616F" w:rsidP="00E3616F">
      <w:pPr>
        <w:jc w:val="both"/>
        <w:rPr>
          <w:rFonts w:ascii="Arial" w:hAnsi="Arial" w:cs="Arial"/>
          <w:sz w:val="20"/>
          <w:szCs w:val="20"/>
        </w:rPr>
      </w:pPr>
    </w:p>
    <w:p w:rsidR="00E3616F" w:rsidRPr="00447B8F" w:rsidRDefault="00E3616F" w:rsidP="00E3616F">
      <w:pPr>
        <w:jc w:val="both"/>
        <w:rPr>
          <w:rFonts w:ascii="Arial" w:hAnsi="Arial" w:cs="Arial"/>
          <w:sz w:val="20"/>
          <w:szCs w:val="20"/>
        </w:rPr>
      </w:pPr>
    </w:p>
    <w:sectPr w:rsidR="00E3616F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258" w:rsidRDefault="009F2258">
      <w:r>
        <w:separator/>
      </w:r>
    </w:p>
  </w:endnote>
  <w:endnote w:type="continuationSeparator" w:id="0">
    <w:p w:rsidR="009F2258" w:rsidRDefault="009F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F225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Default="00E3616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616F" w:rsidRDefault="00E3616F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Pr="00D03CD0" w:rsidRDefault="00E3616F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Pr="00D03CD0" w:rsidRDefault="00E3616F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258" w:rsidRDefault="009F2258">
      <w:r>
        <w:separator/>
      </w:r>
    </w:p>
  </w:footnote>
  <w:footnote w:type="continuationSeparator" w:id="0">
    <w:p w:rsidR="009F2258" w:rsidRDefault="009F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F225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5690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Pr="00916F56" w:rsidRDefault="00E3616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6F" w:rsidRDefault="00E3616F" w:rsidP="008D7673">
    <w:pPr>
      <w:pStyle w:val="Zhlav"/>
      <w:jc w:val="center"/>
      <w:rPr>
        <w:b/>
      </w:rPr>
    </w:pPr>
  </w:p>
  <w:p w:rsidR="00E3616F" w:rsidRDefault="00E3616F" w:rsidP="008D7673">
    <w:pPr>
      <w:pStyle w:val="Zhlav"/>
      <w:jc w:val="center"/>
      <w:rPr>
        <w:b/>
      </w:rPr>
    </w:pPr>
  </w:p>
  <w:p w:rsidR="00E3616F" w:rsidRPr="001137C9" w:rsidRDefault="00E3616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25C6B229" wp14:editId="52AD8A5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E7E251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1F292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D6AA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809A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D41B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BE8D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254C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BE0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C407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9022A0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BA4B6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7ACDD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FEA73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AA8D0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AEC5C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256AA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03688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7CA76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5DE2C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84E05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682895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38E17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6E0BE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0789C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849D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62A6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55840D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D8D7DB3"/>
    <w:multiLevelType w:val="hybridMultilevel"/>
    <w:tmpl w:val="825449BC"/>
    <w:lvl w:ilvl="0" w:tplc="E4D8E8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1F7909"/>
    <w:multiLevelType w:val="hybridMultilevel"/>
    <w:tmpl w:val="50BCAE24"/>
    <w:lvl w:ilvl="0" w:tplc="CB6EF56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BBB82B5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A7232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FB49AB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A1A691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EDADF1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E4016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7AC925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F80618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4AE45B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F38F4C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B13AA89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2EE36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BCCDC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2B8BC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C98F9C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7FC804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964022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2E34C6C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556DB8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7E2DBF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A5EFA7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8C6EEB0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094718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760290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628E5C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AD66B3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9008FD5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C848C1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270C524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CD4F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18AF55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AC037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90E954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152BF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6712AEF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62BAEE4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EC248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7FE80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318C7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36040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D5086D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56C1C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4C836E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106BB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5C6BD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1E15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4E5A9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A3A8E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BC3B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669D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3819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3E93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68B0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1B807FF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6ECE0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02A65B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67CCD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E26239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EA278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A6E73E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DB8813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B569F8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C7EE1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EF81E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28EB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08E0B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98B6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24FD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6A9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1CF2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4AC7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6CF8CF7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BE6C8B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F3CD90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B3621C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5EAA080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2A8F95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17EAF9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1BA1D6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CD6A9D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517C8D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72AB7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EC49A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BB0676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1A4C6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07A88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82863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FCC24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F2672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28CF26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1906810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E200DC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454327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56A07A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EE34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7A8B9E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D5239A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99C12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91C829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B1B4D3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0228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7E6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B0D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04DB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96D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4C9A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5AA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B59806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D30CF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376BB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9A1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E8B2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0E0A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561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02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16A4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8DB623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CE7DD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2B81BC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0A819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F86FC5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A22D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320CE6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C70841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DC04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148A37B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5A5C166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37AFEA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5CA819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3422A3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99666A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2BE333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536181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73EB10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2D44EC3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7EC0F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E4AD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47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E0E1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F41A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6C5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2A74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7AA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5F085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ED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CC8A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129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653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8005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2CA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2205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C67C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D19CF5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4D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D8F7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8E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72C2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5C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14DF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98D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BE30C2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1B86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923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AAA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B4BA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F6AD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DE5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20E3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0603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7B4222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07475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362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CC1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D44A3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500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36A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8201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C46F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9E28B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8900F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8AD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74D9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A81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C439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C86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2294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9CBA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664CFE8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966E2B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BC6811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5F7200B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E10288C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C989E4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6F86DD7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6E2C6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B5C82C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8B8F48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FC6DF2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7C4D1E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E9A918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ADAAC8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C16926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988A70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E04780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04E00D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4FA6290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C844BF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A7EA3E0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756609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5AAAA3C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9CCE52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88301DC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D220FB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84C44C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5ED65E7"/>
    <w:multiLevelType w:val="hybridMultilevel"/>
    <w:tmpl w:val="4EA46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278A1E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ED02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78F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C80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B4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EE3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D65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8E60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62CE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5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2"/>
  </w:num>
  <w:num w:numId="44">
    <w:abstractNumId w:val="4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3191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58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616F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4CB9C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6</Pages>
  <Words>894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5</cp:revision>
  <cp:lastPrinted>2018-04-18T10:56:00Z</cp:lastPrinted>
  <dcterms:created xsi:type="dcterms:W3CDTF">2019-06-04T09:28:00Z</dcterms:created>
  <dcterms:modified xsi:type="dcterms:W3CDTF">2020-09-15T08:58:00Z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